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3D5D" w:rsidRDefault="00903D5D">
      <w:pPr>
        <w:pBdr>
          <w:bottom w:val="single" w:sz="12" w:space="1" w:color="auto"/>
        </w:pBdr>
        <w:rPr>
          <w:sz w:val="16"/>
          <w:szCs w:val="16"/>
          <w:lang w:val="de-CH"/>
        </w:rPr>
      </w:pPr>
    </w:p>
    <w:p w:rsidR="001E69A4" w:rsidRPr="00183B53" w:rsidRDefault="001E69A4">
      <w:pPr>
        <w:pBdr>
          <w:bottom w:val="single" w:sz="12" w:space="1" w:color="auto"/>
        </w:pBdr>
        <w:rPr>
          <w:sz w:val="16"/>
          <w:szCs w:val="16"/>
          <w:lang w:val="de-CH"/>
        </w:rPr>
      </w:pPr>
    </w:p>
    <w:p w:rsidR="00FF70D6" w:rsidRPr="00183B53" w:rsidRDefault="00FF70D6">
      <w:pPr>
        <w:rPr>
          <w:sz w:val="16"/>
          <w:szCs w:val="16"/>
          <w:lang w:val="de-CH"/>
        </w:rPr>
      </w:pPr>
    </w:p>
    <w:p w:rsidR="00FF70D6" w:rsidRDefault="00A27B8E">
      <w:pPr>
        <w:pBdr>
          <w:bottom w:val="single" w:sz="12" w:space="1" w:color="auto"/>
        </w:pBdr>
        <w:rPr>
          <w:b/>
          <w:sz w:val="24"/>
          <w:szCs w:val="24"/>
          <w:lang w:val="de-CH"/>
        </w:rPr>
      </w:pPr>
      <w:r>
        <w:rPr>
          <w:b/>
          <w:sz w:val="36"/>
          <w:szCs w:val="36"/>
          <w:lang w:val="de-CH"/>
        </w:rPr>
        <w:t>Werkgarantie</w:t>
      </w:r>
      <w:r w:rsidR="00081B53" w:rsidRPr="00547EDC">
        <w:rPr>
          <w:b/>
          <w:sz w:val="36"/>
          <w:szCs w:val="36"/>
          <w:lang w:val="de-CH"/>
        </w:rPr>
        <w:t xml:space="preserve"> </w:t>
      </w:r>
      <w:r w:rsidR="00FF70D6" w:rsidRPr="00547EDC">
        <w:rPr>
          <w:sz w:val="22"/>
          <w:szCs w:val="22"/>
          <w:lang w:val="de-CH"/>
        </w:rPr>
        <w:t>(</w:t>
      </w:r>
      <w:r w:rsidR="00A50BF5" w:rsidRPr="00547EDC">
        <w:rPr>
          <w:sz w:val="22"/>
          <w:szCs w:val="22"/>
          <w:lang w:val="de-CH"/>
        </w:rPr>
        <w:t>Garantie nach Art. 111</w:t>
      </w:r>
      <w:r w:rsidR="0076724A" w:rsidRPr="00547EDC">
        <w:rPr>
          <w:sz w:val="22"/>
          <w:szCs w:val="22"/>
          <w:lang w:val="de-CH"/>
        </w:rPr>
        <w:t xml:space="preserve"> OR</w:t>
      </w:r>
      <w:r w:rsidR="00FF70D6" w:rsidRPr="00547EDC">
        <w:rPr>
          <w:sz w:val="22"/>
          <w:szCs w:val="22"/>
          <w:lang w:val="de-CH"/>
        </w:rPr>
        <w:t>)</w:t>
      </w:r>
      <w:r w:rsidR="000F0A47">
        <w:rPr>
          <w:sz w:val="22"/>
          <w:szCs w:val="22"/>
          <w:lang w:val="de-CH"/>
        </w:rPr>
        <w:t xml:space="preserve"> - Nr.</w:t>
      </w:r>
    </w:p>
    <w:p w:rsidR="00FF70D6" w:rsidRPr="00183B53" w:rsidRDefault="00FF70D6">
      <w:pPr>
        <w:pBdr>
          <w:bottom w:val="single" w:sz="12" w:space="1" w:color="auto"/>
        </w:pBdr>
        <w:rPr>
          <w:sz w:val="16"/>
          <w:szCs w:val="16"/>
          <w:lang w:val="de-CH"/>
        </w:rPr>
      </w:pPr>
    </w:p>
    <w:p w:rsidR="00FF70D6" w:rsidRPr="00FF70D6" w:rsidRDefault="00FF70D6">
      <w:pPr>
        <w:rPr>
          <w:sz w:val="18"/>
          <w:szCs w:val="18"/>
          <w:lang w:val="de-CH"/>
        </w:rPr>
      </w:pPr>
    </w:p>
    <w:p w:rsidR="00FF70D6" w:rsidRDefault="00FF70D6">
      <w:pPr>
        <w:rPr>
          <w:sz w:val="18"/>
          <w:szCs w:val="18"/>
          <w:lang w:val="de-CH"/>
        </w:rPr>
      </w:pPr>
    </w:p>
    <w:tbl>
      <w:tblPr>
        <w:tblStyle w:val="Tabellenraster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36"/>
      </w:tblGrid>
      <w:tr w:rsidR="00BA1A17" w:rsidRPr="00B47AEF" w:rsidTr="000A5459">
        <w:tc>
          <w:tcPr>
            <w:tcW w:w="4786" w:type="dxa"/>
          </w:tcPr>
          <w:p w:rsidR="00BA1A17" w:rsidRPr="00B47AEF" w:rsidRDefault="009A15E6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Gewährleistun</w:t>
            </w:r>
            <w:r w:rsidR="00A90B4C">
              <w:rPr>
                <w:rFonts w:cs="Arial"/>
                <w:sz w:val="18"/>
                <w:szCs w:val="18"/>
                <w:lang w:val="de-CH"/>
              </w:rPr>
              <w:t>gspflichtiger</w:t>
            </w:r>
            <w:r w:rsidR="00BA1A17" w:rsidRPr="00B47AEF">
              <w:rPr>
                <w:rFonts w:cs="Arial"/>
                <w:sz w:val="18"/>
                <w:szCs w:val="18"/>
                <w:lang w:val="de-CH"/>
              </w:rPr>
              <w:t xml:space="preserve"> Unternehmer:</w:t>
            </w:r>
          </w:p>
        </w:tc>
        <w:tc>
          <w:tcPr>
            <w:tcW w:w="4536" w:type="dxa"/>
          </w:tcPr>
          <w:p w:rsidR="00BA1A17" w:rsidRPr="004311D3" w:rsidRDefault="004311D3" w:rsidP="001306A4">
            <w:pPr>
              <w:spacing w:before="10"/>
              <w:rPr>
                <w:rFonts w:cs="Arial"/>
                <w:sz w:val="18"/>
                <w:szCs w:val="18"/>
                <w:highlight w:val="yellow"/>
                <w:lang w:val="de-CH"/>
              </w:rPr>
            </w:pPr>
            <w:r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x</w:t>
            </w:r>
          </w:p>
          <w:p w:rsidR="00BA1A17" w:rsidRPr="004311D3" w:rsidRDefault="004311D3" w:rsidP="001306A4">
            <w:pPr>
              <w:spacing w:before="10"/>
              <w:rPr>
                <w:rFonts w:cs="Arial"/>
                <w:sz w:val="18"/>
                <w:szCs w:val="18"/>
                <w:highlight w:val="yellow"/>
                <w:lang w:val="de-CH"/>
              </w:rPr>
            </w:pPr>
            <w:r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x</w:t>
            </w:r>
          </w:p>
          <w:p w:rsidR="00BA1A17" w:rsidRPr="008B7723" w:rsidRDefault="004311D3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x</w:t>
            </w: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Bank/Garant:</w:t>
            </w:r>
          </w:p>
        </w:tc>
        <w:tc>
          <w:tcPr>
            <w:tcW w:w="4536" w:type="dxa"/>
          </w:tcPr>
          <w:p w:rsidR="00BA1A17" w:rsidRPr="00EA57D2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  <w:p w:rsidR="00BA1A17" w:rsidRPr="00EA57D2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  <w:p w:rsidR="00BA1A17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  <w:p w:rsidR="00C02846" w:rsidRPr="00B47AEF" w:rsidRDefault="00C02846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Begünstigte:</w:t>
            </w:r>
          </w:p>
        </w:tc>
        <w:tc>
          <w:tcPr>
            <w:tcW w:w="4536" w:type="dxa"/>
          </w:tcPr>
          <w:p w:rsidR="00B967CD" w:rsidRDefault="00B967CD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Anlagestiftung</w:t>
            </w:r>
            <w:r w:rsidR="00765FE7">
              <w:rPr>
                <w:rFonts w:cs="Arial"/>
                <w:sz w:val="18"/>
                <w:szCs w:val="18"/>
                <w:lang w:val="de-CH"/>
              </w:rPr>
              <w:t xml:space="preserve"> der</w:t>
            </w:r>
            <w:r w:rsidR="00D60B87">
              <w:rPr>
                <w:rFonts w:cs="Arial"/>
                <w:sz w:val="18"/>
                <w:szCs w:val="18"/>
                <w:lang w:val="de-CH"/>
              </w:rPr>
              <w:t xml:space="preserve"> Migros-Pensionskasse</w:t>
            </w:r>
          </w:p>
          <w:p w:rsidR="00B967CD" w:rsidRDefault="00B967CD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Wiesenstrasse 15</w:t>
            </w:r>
          </w:p>
          <w:p w:rsidR="00B967CD" w:rsidRPr="00B47AEF" w:rsidRDefault="00B967CD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>
              <w:rPr>
                <w:rFonts w:cs="Arial"/>
                <w:sz w:val="18"/>
                <w:szCs w:val="18"/>
                <w:lang w:val="de-CH"/>
              </w:rPr>
              <w:t>8952 Schlieren</w:t>
            </w: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Bezeichnung des Vertrages:</w:t>
            </w:r>
          </w:p>
          <w:p w:rsidR="00B47AEF" w:rsidRPr="000717F7" w:rsidRDefault="00B47AEF" w:rsidP="001306A4">
            <w:pPr>
              <w:spacing w:before="10"/>
              <w:rPr>
                <w:rFonts w:cs="Arial"/>
                <w:sz w:val="16"/>
                <w:szCs w:val="16"/>
                <w:lang w:val="de-CH"/>
              </w:rPr>
            </w:pPr>
            <w:r w:rsidRPr="000717F7">
              <w:rPr>
                <w:rFonts w:cs="Arial"/>
                <w:sz w:val="16"/>
                <w:szCs w:val="16"/>
                <w:lang w:val="de-CH"/>
              </w:rPr>
              <w:t>(zw. Begünstigter und ausführungspflichtigem Unternehmer)</w:t>
            </w:r>
          </w:p>
        </w:tc>
        <w:tc>
          <w:tcPr>
            <w:tcW w:w="4536" w:type="dxa"/>
          </w:tcPr>
          <w:p w:rsidR="00BA1A17" w:rsidRPr="00B47AEF" w:rsidRDefault="00755979" w:rsidP="00755979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675A56">
              <w:rPr>
                <w:rFonts w:cs="Arial"/>
                <w:sz w:val="18"/>
                <w:szCs w:val="18"/>
                <w:lang w:val="de-CH"/>
              </w:rPr>
              <w:t>Werkvertrag</w:t>
            </w:r>
          </w:p>
        </w:tc>
      </w:tr>
      <w:tr w:rsidR="00BA1A17" w:rsidRPr="00B47AEF" w:rsidTr="000A5459">
        <w:tc>
          <w:tcPr>
            <w:tcW w:w="478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A1A17" w:rsidRPr="00B47AEF" w:rsidRDefault="00BA1A1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Datum des Vertrages:</w:t>
            </w:r>
          </w:p>
          <w:p w:rsidR="00B47AEF" w:rsidRPr="000717F7" w:rsidRDefault="00B47AEF" w:rsidP="001306A4">
            <w:pPr>
              <w:spacing w:before="10"/>
              <w:rPr>
                <w:rFonts w:cs="Arial"/>
                <w:sz w:val="16"/>
                <w:szCs w:val="16"/>
                <w:lang w:val="de-CH"/>
              </w:rPr>
            </w:pPr>
            <w:r w:rsidRPr="000717F7">
              <w:rPr>
                <w:rFonts w:cs="Arial"/>
                <w:sz w:val="16"/>
                <w:szCs w:val="16"/>
                <w:lang w:val="de-CH"/>
              </w:rPr>
              <w:t>(zw. Begünstigter und ausführungspflichtigem Unternehmer)</w:t>
            </w:r>
          </w:p>
        </w:tc>
        <w:tc>
          <w:tcPr>
            <w:tcW w:w="4536" w:type="dxa"/>
          </w:tcPr>
          <w:p w:rsidR="00B47AEF" w:rsidRPr="008B7723" w:rsidRDefault="004311D3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xx.xx.2023</w:t>
            </w: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Bezeichnung der Leistungen/des Werkes:</w:t>
            </w:r>
          </w:p>
        </w:tc>
        <w:tc>
          <w:tcPr>
            <w:tcW w:w="4536" w:type="dxa"/>
          </w:tcPr>
          <w:p w:rsidR="00B47AEF" w:rsidRPr="008B7723" w:rsidRDefault="00C24B77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E424AA">
              <w:rPr>
                <w:rFonts w:cs="Arial"/>
                <w:sz w:val="18"/>
                <w:szCs w:val="18"/>
                <w:highlight w:val="yellow"/>
                <w:lang w:val="de-CH"/>
              </w:rPr>
              <w:t xml:space="preserve">BKP </w:t>
            </w:r>
            <w:r w:rsidR="00E424AA" w:rsidRPr="00E424AA">
              <w:rPr>
                <w:rFonts w:cs="Arial"/>
                <w:sz w:val="18"/>
                <w:szCs w:val="18"/>
                <w:highlight w:val="yellow"/>
                <w:lang w:val="de-CH"/>
              </w:rPr>
              <w:t>xxx</w:t>
            </w: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Ort der Leistungen/des Werkes:</w:t>
            </w:r>
          </w:p>
        </w:tc>
        <w:tc>
          <w:tcPr>
            <w:tcW w:w="4536" w:type="dxa"/>
          </w:tcPr>
          <w:p w:rsidR="00B47AEF" w:rsidRPr="00675A56" w:rsidRDefault="004311D3" w:rsidP="00755979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proofErr w:type="spellStart"/>
            <w:r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xxxxxxxxxxxxx</w:t>
            </w:r>
            <w:proofErr w:type="spellEnd"/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  <w:tc>
          <w:tcPr>
            <w:tcW w:w="453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</w:p>
        </w:tc>
      </w:tr>
      <w:tr w:rsidR="00B47AEF" w:rsidRPr="00B47AEF" w:rsidTr="000A5459">
        <w:tc>
          <w:tcPr>
            <w:tcW w:w="4786" w:type="dxa"/>
          </w:tcPr>
          <w:p w:rsidR="00B47AEF" w:rsidRPr="00B47AEF" w:rsidRDefault="00B47AEF" w:rsidP="001306A4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B47AEF">
              <w:rPr>
                <w:rFonts w:cs="Arial"/>
                <w:sz w:val="18"/>
                <w:szCs w:val="18"/>
                <w:lang w:val="de-CH"/>
              </w:rPr>
              <w:t>Projekt-Nummer:</w:t>
            </w:r>
          </w:p>
        </w:tc>
        <w:tc>
          <w:tcPr>
            <w:tcW w:w="4536" w:type="dxa"/>
          </w:tcPr>
          <w:p w:rsidR="00B47AEF" w:rsidRPr="00675A56" w:rsidRDefault="00755979" w:rsidP="00755979">
            <w:pPr>
              <w:spacing w:before="10"/>
              <w:rPr>
                <w:rFonts w:cs="Arial"/>
                <w:sz w:val="18"/>
                <w:szCs w:val="18"/>
                <w:lang w:val="de-CH"/>
              </w:rPr>
            </w:pPr>
            <w:r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4</w:t>
            </w:r>
            <w:r w:rsidR="004311D3" w:rsidRPr="004311D3">
              <w:rPr>
                <w:rFonts w:cs="Arial"/>
                <w:sz w:val="18"/>
                <w:szCs w:val="18"/>
                <w:highlight w:val="yellow"/>
                <w:lang w:val="de-CH"/>
              </w:rPr>
              <w:t>701 1340.00</w:t>
            </w:r>
          </w:p>
        </w:tc>
      </w:tr>
    </w:tbl>
    <w:p w:rsidR="00BA1A17" w:rsidRDefault="00BA1A17">
      <w:pPr>
        <w:rPr>
          <w:sz w:val="18"/>
          <w:szCs w:val="18"/>
          <w:lang w:val="de-CH"/>
        </w:rPr>
      </w:pPr>
    </w:p>
    <w:p w:rsidR="00B544F8" w:rsidRDefault="00B544F8" w:rsidP="006D6FDD">
      <w:pPr>
        <w:tabs>
          <w:tab w:val="left" w:pos="3686"/>
        </w:tabs>
        <w:rPr>
          <w:sz w:val="18"/>
          <w:szCs w:val="18"/>
          <w:lang w:val="de-CH"/>
        </w:rPr>
      </w:pPr>
    </w:p>
    <w:p w:rsidR="00B544F8" w:rsidRDefault="00A50BF5" w:rsidP="006D6FDD">
      <w:pPr>
        <w:tabs>
          <w:tab w:val="left" w:pos="3686"/>
        </w:tabs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Die Bank als Garant im Auftrage de</w:t>
      </w:r>
      <w:r w:rsidR="00FF4531">
        <w:rPr>
          <w:sz w:val="18"/>
          <w:szCs w:val="18"/>
          <w:lang w:val="de-CH"/>
        </w:rPr>
        <w:t>s</w:t>
      </w:r>
      <w:r>
        <w:rPr>
          <w:sz w:val="18"/>
          <w:szCs w:val="18"/>
          <w:lang w:val="de-CH"/>
        </w:rPr>
        <w:t xml:space="preserve"> </w:t>
      </w:r>
      <w:r w:rsidR="00A90B4C">
        <w:rPr>
          <w:sz w:val="18"/>
          <w:szCs w:val="18"/>
          <w:lang w:val="de-CH"/>
        </w:rPr>
        <w:t>gewährleistungspflichtigen</w:t>
      </w:r>
      <w:r>
        <w:rPr>
          <w:sz w:val="18"/>
          <w:szCs w:val="18"/>
          <w:lang w:val="de-CH"/>
        </w:rPr>
        <w:t xml:space="preserve"> </w:t>
      </w:r>
      <w:r w:rsidR="00FF4531">
        <w:rPr>
          <w:sz w:val="18"/>
          <w:szCs w:val="18"/>
          <w:lang w:val="de-CH"/>
        </w:rPr>
        <w:t>Unternehmers</w:t>
      </w:r>
      <w:r>
        <w:rPr>
          <w:sz w:val="18"/>
          <w:szCs w:val="18"/>
          <w:lang w:val="de-CH"/>
        </w:rPr>
        <w:t xml:space="preserve"> </w:t>
      </w:r>
      <w:r w:rsidR="004A3B3F">
        <w:rPr>
          <w:sz w:val="18"/>
          <w:szCs w:val="18"/>
          <w:lang w:val="de-CH"/>
        </w:rPr>
        <w:t xml:space="preserve">verpflichtet sich hiermit </w:t>
      </w:r>
      <w:r w:rsidR="00163DB7">
        <w:rPr>
          <w:sz w:val="18"/>
          <w:szCs w:val="18"/>
          <w:lang w:val="de-CH"/>
        </w:rPr>
        <w:t xml:space="preserve">gegenüber der Begünstigten </w:t>
      </w:r>
      <w:r w:rsidR="004A3B3F">
        <w:rPr>
          <w:sz w:val="18"/>
          <w:szCs w:val="18"/>
          <w:lang w:val="de-CH"/>
        </w:rPr>
        <w:t>unwiderruflich</w:t>
      </w:r>
      <w:r w:rsidR="000468C0">
        <w:rPr>
          <w:sz w:val="18"/>
          <w:szCs w:val="18"/>
          <w:lang w:val="de-CH"/>
        </w:rPr>
        <w:t>,</w:t>
      </w:r>
    </w:p>
    <w:p w:rsidR="00B544F8" w:rsidRDefault="00B544F8" w:rsidP="006D6FDD">
      <w:pPr>
        <w:tabs>
          <w:tab w:val="left" w:pos="3686"/>
        </w:tabs>
        <w:rPr>
          <w:sz w:val="18"/>
          <w:szCs w:val="18"/>
          <w:lang w:val="de-CH"/>
        </w:rPr>
      </w:pPr>
    </w:p>
    <w:p w:rsidR="00B544F8" w:rsidRPr="00A9193C" w:rsidRDefault="00DA6A6C" w:rsidP="003900D1">
      <w:pPr>
        <w:rPr>
          <w:sz w:val="18"/>
          <w:szCs w:val="18"/>
          <w:lang w:val="de-CH"/>
        </w:rPr>
      </w:pPr>
      <w:r w:rsidRPr="008B7723">
        <w:rPr>
          <w:sz w:val="18"/>
          <w:szCs w:val="18"/>
          <w:lang w:val="de-CH"/>
        </w:rPr>
        <w:t>b</w:t>
      </w:r>
      <w:r w:rsidR="00E335B8" w:rsidRPr="008B7723">
        <w:rPr>
          <w:sz w:val="18"/>
          <w:szCs w:val="18"/>
          <w:lang w:val="de-CH"/>
        </w:rPr>
        <w:t xml:space="preserve">is zum Betrage von </w:t>
      </w:r>
      <w:r w:rsidR="00A50BF5" w:rsidRPr="008B7723">
        <w:rPr>
          <w:sz w:val="18"/>
          <w:szCs w:val="18"/>
          <w:lang w:val="de-CH"/>
        </w:rPr>
        <w:t>CHF</w:t>
      </w:r>
      <w:r w:rsidR="003900D1" w:rsidRPr="008B7723">
        <w:rPr>
          <w:sz w:val="18"/>
          <w:szCs w:val="18"/>
          <w:lang w:val="de-CH"/>
        </w:rPr>
        <w:t xml:space="preserve"> </w:t>
      </w:r>
      <w:r w:rsidR="00A9193C" w:rsidRPr="004311D3">
        <w:rPr>
          <w:sz w:val="18"/>
          <w:szCs w:val="18"/>
          <w:highlight w:val="yellow"/>
          <w:lang w:val="de-CH"/>
        </w:rPr>
        <w:t>15'350</w:t>
      </w:r>
      <w:r w:rsidR="00A05FF4" w:rsidRPr="004311D3">
        <w:rPr>
          <w:sz w:val="18"/>
          <w:szCs w:val="18"/>
          <w:highlight w:val="yellow"/>
          <w:lang w:val="de-CH"/>
        </w:rPr>
        <w:t>.00</w:t>
      </w:r>
      <w:r w:rsidR="00CE077C" w:rsidRPr="008B7723">
        <w:rPr>
          <w:sz w:val="18"/>
          <w:szCs w:val="18"/>
          <w:lang w:val="de-CH"/>
        </w:rPr>
        <w:t xml:space="preserve"> </w:t>
      </w:r>
      <w:r w:rsidR="00B544F8" w:rsidRPr="008B7723">
        <w:rPr>
          <w:sz w:val="16"/>
          <w:szCs w:val="16"/>
          <w:lang w:val="de-CH"/>
        </w:rPr>
        <w:t>(in Worten</w:t>
      </w:r>
      <w:r w:rsidR="00AE1FD7" w:rsidRPr="008B7723">
        <w:rPr>
          <w:sz w:val="16"/>
          <w:szCs w:val="16"/>
          <w:lang w:val="de-CH"/>
        </w:rPr>
        <w:t xml:space="preserve"> </w:t>
      </w:r>
      <w:r w:rsidR="00B32F36" w:rsidRPr="004311D3">
        <w:rPr>
          <w:sz w:val="16"/>
          <w:szCs w:val="16"/>
          <w:highlight w:val="yellow"/>
          <w:lang w:val="de-CH"/>
        </w:rPr>
        <w:t>fünfzehntausenddreihundertfünfzig</w:t>
      </w:r>
      <w:r w:rsidR="00A05FF4" w:rsidRPr="004311D3">
        <w:rPr>
          <w:sz w:val="16"/>
          <w:szCs w:val="16"/>
          <w:highlight w:val="yellow"/>
          <w:lang w:val="de-CH"/>
        </w:rPr>
        <w:t xml:space="preserve"> 0</w:t>
      </w:r>
      <w:r w:rsidR="003413E3" w:rsidRPr="004311D3">
        <w:rPr>
          <w:sz w:val="16"/>
          <w:szCs w:val="16"/>
          <w:highlight w:val="yellow"/>
          <w:lang w:val="de-CH"/>
        </w:rPr>
        <w:t>0/100</w:t>
      </w:r>
      <w:r w:rsidR="004525CB" w:rsidRPr="008B7723">
        <w:rPr>
          <w:sz w:val="16"/>
          <w:szCs w:val="16"/>
          <w:lang w:val="de-CH"/>
        </w:rPr>
        <w:t>)</w:t>
      </w:r>
    </w:p>
    <w:p w:rsidR="00B544F8" w:rsidRDefault="00B544F8" w:rsidP="006D6FDD">
      <w:pPr>
        <w:tabs>
          <w:tab w:val="left" w:pos="3686"/>
          <w:tab w:val="left" w:pos="9000"/>
        </w:tabs>
        <w:rPr>
          <w:sz w:val="18"/>
          <w:szCs w:val="18"/>
          <w:lang w:val="de-CH"/>
        </w:rPr>
      </w:pPr>
    </w:p>
    <w:p w:rsidR="00B544F8" w:rsidRDefault="000727E7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 xml:space="preserve">auf erste Aufforderung hin, </w:t>
      </w:r>
      <w:r w:rsidR="00DA6A6C">
        <w:rPr>
          <w:sz w:val="18"/>
          <w:szCs w:val="18"/>
          <w:lang w:val="de-CH"/>
        </w:rPr>
        <w:t xml:space="preserve">ungeachtet der Gültigkeit und der Rechtswirkungen </w:t>
      </w:r>
      <w:r>
        <w:rPr>
          <w:sz w:val="18"/>
          <w:szCs w:val="18"/>
          <w:lang w:val="de-CH"/>
        </w:rPr>
        <w:t>des obgenannten Vertrages (zwischen</w:t>
      </w:r>
      <w:r w:rsidR="007C3D9F">
        <w:rPr>
          <w:sz w:val="18"/>
          <w:szCs w:val="18"/>
          <w:lang w:val="de-CH"/>
        </w:rPr>
        <w:t xml:space="preserve"> der Begünstigten und</w:t>
      </w:r>
      <w:r>
        <w:rPr>
          <w:sz w:val="18"/>
          <w:szCs w:val="18"/>
          <w:lang w:val="de-CH"/>
        </w:rPr>
        <w:t xml:space="preserve"> de</w:t>
      </w:r>
      <w:r w:rsidR="007C3D9F">
        <w:rPr>
          <w:sz w:val="18"/>
          <w:szCs w:val="18"/>
          <w:lang w:val="de-CH"/>
        </w:rPr>
        <w:t>m</w:t>
      </w:r>
      <w:r>
        <w:rPr>
          <w:sz w:val="18"/>
          <w:szCs w:val="18"/>
          <w:lang w:val="de-CH"/>
        </w:rPr>
        <w:t xml:space="preserve"> </w:t>
      </w:r>
      <w:r w:rsidR="00174EA3">
        <w:rPr>
          <w:sz w:val="18"/>
          <w:szCs w:val="18"/>
          <w:lang w:val="de-CH"/>
        </w:rPr>
        <w:t>gewährleistungspflichtigen</w:t>
      </w:r>
      <w:r>
        <w:rPr>
          <w:sz w:val="18"/>
          <w:szCs w:val="18"/>
          <w:lang w:val="de-CH"/>
        </w:rPr>
        <w:t xml:space="preserve"> Unternehm</w:t>
      </w:r>
      <w:r w:rsidR="007C3D9F">
        <w:rPr>
          <w:sz w:val="18"/>
          <w:szCs w:val="18"/>
          <w:lang w:val="de-CH"/>
        </w:rPr>
        <w:t>er</w:t>
      </w:r>
      <w:r>
        <w:rPr>
          <w:sz w:val="18"/>
          <w:szCs w:val="18"/>
          <w:lang w:val="de-CH"/>
        </w:rPr>
        <w:t>) sowie unter Verzicht auf jegliche Einwendungen und Einreden aus demselben</w:t>
      </w:r>
      <w:r w:rsidR="00DA6A6C">
        <w:rPr>
          <w:sz w:val="18"/>
          <w:szCs w:val="18"/>
          <w:lang w:val="de-CH"/>
        </w:rPr>
        <w:t xml:space="preserve"> jeden Betrag bis zur Höhe des vorgenannten Garantie</w:t>
      </w:r>
      <w:r w:rsidR="000765FB">
        <w:rPr>
          <w:sz w:val="18"/>
          <w:szCs w:val="18"/>
          <w:lang w:val="de-CH"/>
        </w:rPr>
        <w:t>- bzw. Maximal</w:t>
      </w:r>
      <w:r w:rsidR="00DA6A6C">
        <w:rPr>
          <w:sz w:val="18"/>
          <w:szCs w:val="18"/>
          <w:lang w:val="de-CH"/>
        </w:rPr>
        <w:t xml:space="preserve">betrages an die Begünstigte zu zahlen. Es genügt dafür die schriftliche Zahlungsaufforderung der Begünstigten und deren schriftliche </w:t>
      </w:r>
      <w:r w:rsidR="00447989">
        <w:rPr>
          <w:sz w:val="18"/>
          <w:szCs w:val="18"/>
          <w:lang w:val="de-CH"/>
        </w:rPr>
        <w:t>Erklärung</w:t>
      </w:r>
      <w:r w:rsidR="00DA6A6C">
        <w:rPr>
          <w:sz w:val="18"/>
          <w:szCs w:val="18"/>
          <w:lang w:val="de-CH"/>
        </w:rPr>
        <w:t>, dass d</w:t>
      </w:r>
      <w:r w:rsidR="00D94E72">
        <w:rPr>
          <w:sz w:val="18"/>
          <w:szCs w:val="18"/>
          <w:lang w:val="de-CH"/>
        </w:rPr>
        <w:t>er</w:t>
      </w:r>
      <w:r w:rsidR="00DA6A6C">
        <w:rPr>
          <w:sz w:val="18"/>
          <w:szCs w:val="18"/>
          <w:lang w:val="de-CH"/>
        </w:rPr>
        <w:t xml:space="preserve"> </w:t>
      </w:r>
      <w:r w:rsidR="0093218A">
        <w:rPr>
          <w:sz w:val="18"/>
          <w:szCs w:val="18"/>
          <w:lang w:val="de-CH"/>
        </w:rPr>
        <w:t>(</w:t>
      </w:r>
      <w:r w:rsidR="00C934C7">
        <w:rPr>
          <w:sz w:val="18"/>
          <w:szCs w:val="18"/>
          <w:lang w:val="de-CH"/>
        </w:rPr>
        <w:t>gewährleistungspflichtige</w:t>
      </w:r>
      <w:r w:rsidR="0093218A">
        <w:rPr>
          <w:sz w:val="18"/>
          <w:szCs w:val="18"/>
          <w:lang w:val="de-CH"/>
        </w:rPr>
        <w:t>)</w:t>
      </w:r>
      <w:r w:rsidR="00DA6A6C">
        <w:rPr>
          <w:sz w:val="18"/>
          <w:szCs w:val="18"/>
          <w:lang w:val="de-CH"/>
        </w:rPr>
        <w:t xml:space="preserve"> </w:t>
      </w:r>
      <w:r w:rsidR="00590E94">
        <w:rPr>
          <w:sz w:val="18"/>
          <w:szCs w:val="18"/>
          <w:lang w:val="de-CH"/>
        </w:rPr>
        <w:t>Unternehmer</w:t>
      </w:r>
      <w:r w:rsidR="00DA6A6C">
        <w:rPr>
          <w:sz w:val="18"/>
          <w:szCs w:val="18"/>
          <w:lang w:val="de-CH"/>
        </w:rPr>
        <w:t xml:space="preserve"> </w:t>
      </w:r>
      <w:r w:rsidR="00552E93">
        <w:rPr>
          <w:sz w:val="18"/>
          <w:szCs w:val="18"/>
          <w:lang w:val="de-CH"/>
        </w:rPr>
        <w:t>seine</w:t>
      </w:r>
      <w:r w:rsidR="00502DD0">
        <w:rPr>
          <w:sz w:val="18"/>
          <w:szCs w:val="18"/>
          <w:lang w:val="de-CH"/>
        </w:rPr>
        <w:t>n</w:t>
      </w:r>
      <w:r w:rsidR="00DA6A6C">
        <w:rPr>
          <w:sz w:val="18"/>
          <w:szCs w:val="18"/>
          <w:lang w:val="de-CH"/>
        </w:rPr>
        <w:t xml:space="preserve"> </w:t>
      </w:r>
      <w:r w:rsidR="0035628A">
        <w:rPr>
          <w:sz w:val="18"/>
          <w:szCs w:val="18"/>
          <w:lang w:val="de-CH"/>
        </w:rPr>
        <w:t>Gewährleistungsv</w:t>
      </w:r>
      <w:r w:rsidR="00DA6A6C">
        <w:rPr>
          <w:sz w:val="18"/>
          <w:szCs w:val="18"/>
          <w:lang w:val="de-CH"/>
        </w:rPr>
        <w:t>erpflichtungen</w:t>
      </w:r>
      <w:r w:rsidR="0035628A">
        <w:rPr>
          <w:sz w:val="18"/>
          <w:szCs w:val="18"/>
          <w:lang w:val="de-CH"/>
        </w:rPr>
        <w:t xml:space="preserve"> </w:t>
      </w:r>
      <w:r w:rsidR="00DA6A6C">
        <w:rPr>
          <w:sz w:val="18"/>
          <w:szCs w:val="18"/>
          <w:lang w:val="de-CH"/>
        </w:rPr>
        <w:t xml:space="preserve">nicht oder nicht richtig </w:t>
      </w:r>
      <w:r w:rsidR="00502DD0">
        <w:rPr>
          <w:sz w:val="18"/>
          <w:szCs w:val="18"/>
          <w:lang w:val="de-CH"/>
        </w:rPr>
        <w:t>nachgekommen ist</w:t>
      </w:r>
      <w:r w:rsidR="00DA6A6C">
        <w:rPr>
          <w:sz w:val="18"/>
          <w:szCs w:val="18"/>
          <w:lang w:val="de-CH"/>
        </w:rPr>
        <w:t>.</w:t>
      </w:r>
    </w:p>
    <w:p w:rsidR="00B544F8" w:rsidRDefault="00B544F8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</w:p>
    <w:p w:rsidR="00DA6A6C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 xml:space="preserve">Mit dieser </w:t>
      </w:r>
      <w:r w:rsidR="009B5257">
        <w:rPr>
          <w:sz w:val="18"/>
          <w:szCs w:val="18"/>
          <w:lang w:val="de-CH"/>
        </w:rPr>
        <w:t>Werk</w:t>
      </w:r>
      <w:r>
        <w:rPr>
          <w:sz w:val="18"/>
          <w:szCs w:val="18"/>
          <w:lang w:val="de-CH"/>
        </w:rPr>
        <w:t xml:space="preserve">garantie werden </w:t>
      </w:r>
      <w:r w:rsidR="00DA1130">
        <w:rPr>
          <w:sz w:val="18"/>
          <w:szCs w:val="18"/>
          <w:lang w:val="de-CH"/>
        </w:rPr>
        <w:t>sämtliche</w:t>
      </w:r>
      <w:r>
        <w:rPr>
          <w:sz w:val="18"/>
          <w:szCs w:val="18"/>
          <w:lang w:val="de-CH"/>
        </w:rPr>
        <w:t xml:space="preserve"> </w:t>
      </w:r>
      <w:r w:rsidR="0030693A">
        <w:rPr>
          <w:sz w:val="18"/>
          <w:szCs w:val="18"/>
          <w:lang w:val="de-CH"/>
        </w:rPr>
        <w:t>Gewährleistungsv</w:t>
      </w:r>
      <w:r>
        <w:rPr>
          <w:sz w:val="18"/>
          <w:szCs w:val="18"/>
          <w:lang w:val="de-CH"/>
        </w:rPr>
        <w:t>erpflichtungen de</w:t>
      </w:r>
      <w:r w:rsidR="0045516E">
        <w:rPr>
          <w:sz w:val="18"/>
          <w:szCs w:val="18"/>
          <w:lang w:val="de-CH"/>
        </w:rPr>
        <w:t>s</w:t>
      </w:r>
      <w:r w:rsidR="0093218A">
        <w:rPr>
          <w:sz w:val="18"/>
          <w:szCs w:val="18"/>
          <w:lang w:val="de-CH"/>
        </w:rPr>
        <w:t xml:space="preserve"> (gewährleistungspflichtigen)</w:t>
      </w:r>
      <w:r>
        <w:rPr>
          <w:sz w:val="18"/>
          <w:szCs w:val="18"/>
          <w:lang w:val="de-CH"/>
        </w:rPr>
        <w:t xml:space="preserve"> </w:t>
      </w:r>
      <w:r w:rsidR="0045516E">
        <w:rPr>
          <w:sz w:val="18"/>
          <w:szCs w:val="18"/>
          <w:lang w:val="de-CH"/>
        </w:rPr>
        <w:t>Unternehmers</w:t>
      </w:r>
      <w:r w:rsidR="00B97992">
        <w:rPr>
          <w:sz w:val="18"/>
          <w:szCs w:val="18"/>
          <w:lang w:val="de-CH"/>
        </w:rPr>
        <w:t>,</w:t>
      </w:r>
      <w:r>
        <w:rPr>
          <w:sz w:val="18"/>
          <w:szCs w:val="18"/>
          <w:lang w:val="de-CH"/>
        </w:rPr>
        <w:t xml:space="preserve"> die mit dem</w:t>
      </w:r>
      <w:r w:rsidR="00D74102">
        <w:rPr>
          <w:sz w:val="18"/>
          <w:szCs w:val="18"/>
          <w:lang w:val="de-CH"/>
        </w:rPr>
        <w:t xml:space="preserve"> </w:t>
      </w:r>
      <w:r w:rsidR="00592325">
        <w:rPr>
          <w:sz w:val="18"/>
          <w:szCs w:val="18"/>
          <w:lang w:val="de-CH"/>
        </w:rPr>
        <w:t>vor</w:t>
      </w:r>
      <w:r w:rsidR="00D74102">
        <w:rPr>
          <w:sz w:val="18"/>
          <w:szCs w:val="18"/>
          <w:lang w:val="de-CH"/>
        </w:rPr>
        <w:t>genannten</w:t>
      </w:r>
      <w:r>
        <w:rPr>
          <w:sz w:val="18"/>
          <w:szCs w:val="18"/>
          <w:lang w:val="de-CH"/>
        </w:rPr>
        <w:t xml:space="preserve"> Ver</w:t>
      </w:r>
      <w:r w:rsidR="0076724A">
        <w:rPr>
          <w:sz w:val="18"/>
          <w:szCs w:val="18"/>
          <w:lang w:val="de-CH"/>
        </w:rPr>
        <w:t>t</w:t>
      </w:r>
      <w:r>
        <w:rPr>
          <w:sz w:val="18"/>
          <w:szCs w:val="18"/>
          <w:lang w:val="de-CH"/>
        </w:rPr>
        <w:t>rag in irgendeinem Zusammenhang stehen</w:t>
      </w:r>
      <w:r w:rsidR="003F7F41">
        <w:rPr>
          <w:sz w:val="18"/>
          <w:szCs w:val="18"/>
          <w:lang w:val="de-CH"/>
        </w:rPr>
        <w:t>,</w:t>
      </w:r>
      <w:r w:rsidR="00B97992">
        <w:rPr>
          <w:sz w:val="18"/>
          <w:szCs w:val="18"/>
          <w:lang w:val="de-CH"/>
        </w:rPr>
        <w:t xml:space="preserve"> sowie alle damit zusammenhängenden und</w:t>
      </w:r>
      <w:r w:rsidR="008164FE">
        <w:rPr>
          <w:sz w:val="18"/>
          <w:szCs w:val="18"/>
          <w:lang w:val="de-CH"/>
        </w:rPr>
        <w:t>/oder</w:t>
      </w:r>
      <w:r w:rsidR="00B97992">
        <w:rPr>
          <w:sz w:val="18"/>
          <w:szCs w:val="18"/>
          <w:lang w:val="de-CH"/>
        </w:rPr>
        <w:t xml:space="preserve"> konkurrierenden Verpflichtungen (wie z.B. solche aus </w:t>
      </w:r>
      <w:r>
        <w:rPr>
          <w:sz w:val="18"/>
          <w:szCs w:val="18"/>
          <w:lang w:val="de-CH"/>
        </w:rPr>
        <w:t>ausservertraglichem Haftpflichtrecht</w:t>
      </w:r>
      <w:r w:rsidR="00B97992">
        <w:rPr>
          <w:sz w:val="18"/>
          <w:szCs w:val="18"/>
          <w:lang w:val="de-CH"/>
        </w:rPr>
        <w:t>)</w:t>
      </w:r>
      <w:r w:rsidR="00FB486A">
        <w:rPr>
          <w:sz w:val="18"/>
          <w:szCs w:val="18"/>
          <w:lang w:val="de-CH"/>
        </w:rPr>
        <w:t xml:space="preserve"> </w:t>
      </w:r>
      <w:r>
        <w:rPr>
          <w:sz w:val="18"/>
          <w:szCs w:val="18"/>
          <w:lang w:val="de-CH"/>
        </w:rPr>
        <w:t>sichergestellt</w:t>
      </w:r>
      <w:r w:rsidR="00953BC7">
        <w:rPr>
          <w:sz w:val="18"/>
          <w:szCs w:val="18"/>
          <w:lang w:val="de-CH"/>
        </w:rPr>
        <w:t>.</w:t>
      </w:r>
    </w:p>
    <w:p w:rsidR="00DA6A6C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</w:p>
    <w:p w:rsidR="00B544F8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 xml:space="preserve">Diese </w:t>
      </w:r>
      <w:r w:rsidR="0053407B">
        <w:rPr>
          <w:sz w:val="18"/>
          <w:szCs w:val="18"/>
          <w:lang w:val="de-CH"/>
        </w:rPr>
        <w:t>Werkgarantie</w:t>
      </w:r>
      <w:r>
        <w:rPr>
          <w:sz w:val="18"/>
          <w:szCs w:val="18"/>
          <w:lang w:val="de-CH"/>
        </w:rPr>
        <w:t xml:space="preserve"> ist zusätzlich zu den gesetzlichen und vereinbarten Rückbehalten und anderen Sicherheiten geschuldet.</w:t>
      </w:r>
    </w:p>
    <w:p w:rsidR="00DA6A6C" w:rsidRDefault="00DA6A6C" w:rsidP="006D6FDD">
      <w:pPr>
        <w:tabs>
          <w:tab w:val="left" w:pos="3686"/>
          <w:tab w:val="left" w:pos="9000"/>
        </w:tabs>
        <w:jc w:val="both"/>
        <w:rPr>
          <w:sz w:val="18"/>
          <w:szCs w:val="18"/>
          <w:lang w:val="de-CH"/>
        </w:rPr>
      </w:pPr>
    </w:p>
    <w:p w:rsidR="00DA6A6C" w:rsidRDefault="00DA6A6C" w:rsidP="00A65A3C">
      <w:pPr>
        <w:tabs>
          <w:tab w:val="left" w:pos="3686"/>
          <w:tab w:val="left" w:pos="9000"/>
        </w:tabs>
        <w:rPr>
          <w:sz w:val="18"/>
          <w:szCs w:val="18"/>
          <w:lang w:val="de-CH"/>
        </w:rPr>
      </w:pPr>
      <w:r w:rsidRPr="008B7723">
        <w:rPr>
          <w:sz w:val="18"/>
          <w:szCs w:val="18"/>
          <w:lang w:val="de-CH"/>
        </w:rPr>
        <w:t>Die Garantie ist gültig bis</w:t>
      </w:r>
      <w:r w:rsidR="00FE4B1F" w:rsidRPr="008B7723">
        <w:rPr>
          <w:sz w:val="18"/>
          <w:szCs w:val="18"/>
          <w:lang w:val="de-CH"/>
        </w:rPr>
        <w:t xml:space="preserve"> </w:t>
      </w:r>
      <w:r w:rsidR="00947DA0" w:rsidRPr="008B7723">
        <w:rPr>
          <w:sz w:val="18"/>
          <w:szCs w:val="18"/>
          <w:lang w:val="de-CH"/>
        </w:rPr>
        <w:t>sechs</w:t>
      </w:r>
      <w:r w:rsidR="0013662D" w:rsidRPr="008B7723">
        <w:rPr>
          <w:sz w:val="18"/>
          <w:szCs w:val="18"/>
          <w:lang w:val="de-CH"/>
        </w:rPr>
        <w:t xml:space="preserve"> </w:t>
      </w:r>
      <w:r w:rsidR="00EC4B6D" w:rsidRPr="008B7723">
        <w:rPr>
          <w:sz w:val="18"/>
          <w:szCs w:val="18"/>
          <w:lang w:val="de-CH"/>
        </w:rPr>
        <w:t>Jahre</w:t>
      </w:r>
      <w:r w:rsidR="0013662D" w:rsidRPr="008B7723">
        <w:rPr>
          <w:sz w:val="18"/>
          <w:szCs w:val="18"/>
          <w:lang w:val="de-CH"/>
        </w:rPr>
        <w:t xml:space="preserve"> </w:t>
      </w:r>
      <w:r w:rsidR="0069184F" w:rsidRPr="008B7723">
        <w:rPr>
          <w:sz w:val="18"/>
          <w:szCs w:val="18"/>
          <w:lang w:val="de-CH"/>
        </w:rPr>
        <w:t>nach</w:t>
      </w:r>
      <w:r w:rsidR="0013662D" w:rsidRPr="008B7723">
        <w:rPr>
          <w:sz w:val="18"/>
          <w:szCs w:val="18"/>
          <w:lang w:val="de-CH"/>
        </w:rPr>
        <w:t xml:space="preserve"> Abnahme des vollendeten gesamten B</w:t>
      </w:r>
      <w:r w:rsidR="005837B5" w:rsidRPr="008B7723">
        <w:rPr>
          <w:sz w:val="18"/>
          <w:szCs w:val="18"/>
          <w:lang w:val="de-CH"/>
        </w:rPr>
        <w:t>auwerkes, mindestens jedoch bis</w:t>
      </w:r>
      <w:r w:rsidR="0013662D" w:rsidRPr="008B7723">
        <w:rPr>
          <w:sz w:val="18"/>
          <w:szCs w:val="18"/>
          <w:lang w:val="de-CH"/>
        </w:rPr>
        <w:t xml:space="preserve"> </w:t>
      </w:r>
      <w:proofErr w:type="spellStart"/>
      <w:r w:rsidR="004311D3" w:rsidRPr="004311D3">
        <w:rPr>
          <w:sz w:val="18"/>
          <w:szCs w:val="18"/>
          <w:highlight w:val="yellow"/>
          <w:lang w:val="de-CH"/>
        </w:rPr>
        <w:t>xx.</w:t>
      </w:r>
      <w:proofErr w:type="gramStart"/>
      <w:r w:rsidR="004311D3" w:rsidRPr="004311D3">
        <w:rPr>
          <w:sz w:val="18"/>
          <w:szCs w:val="18"/>
          <w:highlight w:val="yellow"/>
          <w:lang w:val="de-CH"/>
        </w:rPr>
        <w:t>xx.xxxx</w:t>
      </w:r>
      <w:proofErr w:type="spellEnd"/>
      <w:proofErr w:type="gramEnd"/>
      <w:r w:rsidR="00A65A3C" w:rsidRPr="008B7723">
        <w:rPr>
          <w:sz w:val="18"/>
          <w:szCs w:val="18"/>
          <w:lang w:val="de-CH"/>
        </w:rPr>
        <w:t xml:space="preserve"> </w:t>
      </w:r>
      <w:r w:rsidR="0076724A" w:rsidRPr="008B7723">
        <w:rPr>
          <w:sz w:val="18"/>
          <w:szCs w:val="18"/>
          <w:lang w:val="de-CH"/>
        </w:rPr>
        <w:t>u</w:t>
      </w:r>
      <w:r w:rsidRPr="008B7723">
        <w:rPr>
          <w:sz w:val="18"/>
          <w:szCs w:val="18"/>
          <w:lang w:val="de-CH"/>
        </w:rPr>
        <w:t>nd erlischt automatisch und vollumfänglich</w:t>
      </w:r>
      <w:r w:rsidR="0076724A" w:rsidRPr="008B7723">
        <w:rPr>
          <w:sz w:val="18"/>
          <w:szCs w:val="18"/>
          <w:lang w:val="de-CH"/>
        </w:rPr>
        <w:t xml:space="preserve">, sofern die Zahlungsaufforderung und </w:t>
      </w:r>
      <w:r w:rsidR="009F6190" w:rsidRPr="008B7723">
        <w:rPr>
          <w:sz w:val="18"/>
          <w:szCs w:val="18"/>
          <w:lang w:val="de-CH"/>
        </w:rPr>
        <w:t>Erklärung</w:t>
      </w:r>
      <w:r w:rsidR="0076724A" w:rsidRPr="008B7723">
        <w:rPr>
          <w:sz w:val="18"/>
          <w:szCs w:val="18"/>
          <w:lang w:val="de-CH"/>
        </w:rPr>
        <w:t xml:space="preserve"> der Begünstigten bis zu</w:t>
      </w:r>
      <w:r w:rsidR="00A43E0B" w:rsidRPr="008B7723">
        <w:rPr>
          <w:sz w:val="18"/>
          <w:szCs w:val="18"/>
          <w:lang w:val="de-CH"/>
        </w:rPr>
        <w:t>m</w:t>
      </w:r>
      <w:r w:rsidR="0076724A" w:rsidRPr="008B7723">
        <w:rPr>
          <w:sz w:val="18"/>
          <w:szCs w:val="18"/>
          <w:lang w:val="de-CH"/>
        </w:rPr>
        <w:t xml:space="preserve"> </w:t>
      </w:r>
      <w:r w:rsidR="00A43E0B" w:rsidRPr="008B7723">
        <w:rPr>
          <w:sz w:val="18"/>
          <w:szCs w:val="18"/>
          <w:lang w:val="de-CH"/>
        </w:rPr>
        <w:t>Ende der Gültigkeit</w:t>
      </w:r>
      <w:r w:rsidR="00702B2A" w:rsidRPr="008B7723">
        <w:rPr>
          <w:sz w:val="18"/>
          <w:szCs w:val="18"/>
          <w:lang w:val="de-CH"/>
        </w:rPr>
        <w:t>sdauer</w:t>
      </w:r>
      <w:r w:rsidR="00A43E0B" w:rsidRPr="008B7723">
        <w:rPr>
          <w:sz w:val="18"/>
          <w:szCs w:val="18"/>
          <w:lang w:val="de-CH"/>
        </w:rPr>
        <w:t xml:space="preserve"> dieser Garantie</w:t>
      </w:r>
      <w:r w:rsidR="0076724A" w:rsidRPr="008B7723">
        <w:rPr>
          <w:sz w:val="18"/>
          <w:szCs w:val="18"/>
          <w:lang w:val="de-CH"/>
        </w:rPr>
        <w:t xml:space="preserve"> nicht im Besitze des Garanten sind.</w:t>
      </w:r>
    </w:p>
    <w:p w:rsidR="0076724A" w:rsidRDefault="0076724A" w:rsidP="00DA6A6C">
      <w:pPr>
        <w:tabs>
          <w:tab w:val="left" w:pos="3600"/>
          <w:tab w:val="left" w:pos="9000"/>
        </w:tabs>
        <w:rPr>
          <w:sz w:val="18"/>
          <w:szCs w:val="18"/>
          <w:lang w:val="de-CH"/>
        </w:rPr>
      </w:pPr>
    </w:p>
    <w:p w:rsidR="0076724A" w:rsidRDefault="0076724A" w:rsidP="00DA6A6C">
      <w:pPr>
        <w:tabs>
          <w:tab w:val="left" w:pos="3600"/>
          <w:tab w:val="left" w:pos="9000"/>
        </w:tabs>
        <w:rPr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Für diese Garantie gilt schweizerisches Recht. Gerichtsstand</w:t>
      </w:r>
      <w:r w:rsidR="00E94B11">
        <w:rPr>
          <w:sz w:val="18"/>
          <w:szCs w:val="18"/>
          <w:lang w:val="de-CH"/>
        </w:rPr>
        <w:t xml:space="preserve"> und Erfüllungsort</w:t>
      </w:r>
      <w:r>
        <w:rPr>
          <w:sz w:val="18"/>
          <w:szCs w:val="18"/>
          <w:lang w:val="de-CH"/>
        </w:rPr>
        <w:t xml:space="preserve"> ist der Sitz der Begünstigten.</w:t>
      </w:r>
    </w:p>
    <w:p w:rsidR="00B544F8" w:rsidRDefault="00B544F8" w:rsidP="00B544F8">
      <w:pPr>
        <w:tabs>
          <w:tab w:val="left" w:pos="9000"/>
        </w:tabs>
        <w:rPr>
          <w:sz w:val="18"/>
          <w:szCs w:val="18"/>
          <w:lang w:val="de-CH"/>
        </w:rPr>
      </w:pPr>
    </w:p>
    <w:p w:rsidR="00B544F8" w:rsidRDefault="00B544F8" w:rsidP="00B544F8">
      <w:pPr>
        <w:tabs>
          <w:tab w:val="left" w:pos="9000"/>
        </w:tabs>
        <w:rPr>
          <w:sz w:val="18"/>
          <w:szCs w:val="18"/>
          <w:lang w:val="de-CH"/>
        </w:rPr>
      </w:pPr>
    </w:p>
    <w:p w:rsidR="00FF70D6" w:rsidRPr="00183B53" w:rsidRDefault="00183B53" w:rsidP="00183B53">
      <w:pPr>
        <w:tabs>
          <w:tab w:val="left" w:pos="6660"/>
        </w:tabs>
        <w:rPr>
          <w:b/>
          <w:sz w:val="18"/>
          <w:szCs w:val="18"/>
          <w:lang w:val="de-CH"/>
        </w:rPr>
      </w:pPr>
      <w:r>
        <w:rPr>
          <w:sz w:val="18"/>
          <w:szCs w:val="18"/>
          <w:lang w:val="de-CH"/>
        </w:rPr>
        <w:t>Ort und Datum:</w:t>
      </w:r>
      <w:r>
        <w:rPr>
          <w:sz w:val="18"/>
          <w:szCs w:val="18"/>
          <w:lang w:val="de-CH"/>
        </w:rPr>
        <w:tab/>
      </w:r>
      <w:r>
        <w:rPr>
          <w:b/>
          <w:sz w:val="18"/>
          <w:szCs w:val="18"/>
          <w:lang w:val="de-CH"/>
        </w:rPr>
        <w:t xml:space="preserve">Der </w:t>
      </w:r>
      <w:r w:rsidR="0076724A">
        <w:rPr>
          <w:b/>
          <w:sz w:val="18"/>
          <w:szCs w:val="18"/>
          <w:lang w:val="de-CH"/>
        </w:rPr>
        <w:t>Garant</w:t>
      </w:r>
      <w:r>
        <w:rPr>
          <w:b/>
          <w:sz w:val="18"/>
          <w:szCs w:val="18"/>
          <w:lang w:val="de-CH"/>
        </w:rPr>
        <w:t>:</w:t>
      </w:r>
    </w:p>
    <w:sectPr w:rsidR="00FF70D6" w:rsidRPr="00183B53" w:rsidSect="008B7723">
      <w:headerReference w:type="default" r:id="rId6"/>
      <w:footerReference w:type="default" r:id="rId7"/>
      <w:pgSz w:w="11906" w:h="16838" w:code="9"/>
      <w:pgMar w:top="1134" w:right="1418" w:bottom="567" w:left="1418" w:header="567" w:footer="709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50D5" w:rsidRDefault="001550D5">
      <w:r>
        <w:separator/>
      </w:r>
    </w:p>
  </w:endnote>
  <w:endnote w:type="continuationSeparator" w:id="0">
    <w:p w:rsidR="001550D5" w:rsidRDefault="0015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E69A4" w:rsidRPr="001E69A4" w:rsidRDefault="001E69A4">
    <w:pPr>
      <w:pStyle w:val="Fuzeile"/>
      <w:rPr>
        <w:sz w:val="14"/>
      </w:rPr>
    </w:pPr>
    <w:r w:rsidRPr="001E69A4">
      <w:rPr>
        <w:sz w:val="14"/>
      </w:rPr>
      <w:t xml:space="preserve">Version </w:t>
    </w:r>
    <w:r w:rsidR="00D60B87">
      <w:rPr>
        <w:sz w:val="14"/>
      </w:rPr>
      <w:t>Januar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50D5" w:rsidRDefault="001550D5">
      <w:r>
        <w:separator/>
      </w:r>
    </w:p>
  </w:footnote>
  <w:footnote w:type="continuationSeparator" w:id="0">
    <w:p w:rsidR="001550D5" w:rsidRDefault="00155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3394" w:rsidRPr="009E6ACE" w:rsidRDefault="003D3394" w:rsidP="009E6ACE">
    <w:pPr>
      <w:pStyle w:val="Kopfzeile"/>
      <w:tabs>
        <w:tab w:val="left" w:pos="5580"/>
      </w:tabs>
      <w:rPr>
        <w:lang w:val="de-CH"/>
      </w:rPr>
    </w:pPr>
    <w:r>
      <w:rPr>
        <w:lang w:val="de-CH"/>
      </w:rPr>
      <w:tab/>
    </w:r>
    <w:r>
      <w:rPr>
        <w:lang w:val="de-CH"/>
      </w:rPr>
      <w:tab/>
    </w:r>
    <w:r w:rsidR="00F92BAB" w:rsidRPr="00F92BAB">
      <w:rPr>
        <w:noProof/>
        <w:lang w:val="de-CH" w:eastAsia="de-CH"/>
      </w:rPr>
      <w:drawing>
        <wp:inline distT="0" distB="0" distL="0" distR="0">
          <wp:extent cx="1763191" cy="541205"/>
          <wp:effectExtent l="0" t="0" r="8890" b="0"/>
          <wp:docPr id="2" name="Grafik 2" descr="\\NF01\Gruppen\mpk allgemein\LOGO_MPK_AST_VIG_M Casa_M Vorsorge\AST-MPK\LOGO_ANLAGESTIFTUNG_DEF\02_161223_AST_MPK_Anlagestiftung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F01\Gruppen\mpk allgemein\LOGO_MPK_AST_VIG_M Casa_M Vorsorge\AST-MPK\LOGO_ANLAGESTIFTUNG_DEF\02_161223_AST_MPK_Anlagestiftung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406" cy="564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639"/>
    <w:rsid w:val="00013C0D"/>
    <w:rsid w:val="00024939"/>
    <w:rsid w:val="00033241"/>
    <w:rsid w:val="000348B1"/>
    <w:rsid w:val="000468C0"/>
    <w:rsid w:val="00070782"/>
    <w:rsid w:val="000717F7"/>
    <w:rsid w:val="000727E7"/>
    <w:rsid w:val="000765FB"/>
    <w:rsid w:val="00081B53"/>
    <w:rsid w:val="00092904"/>
    <w:rsid w:val="000A5459"/>
    <w:rsid w:val="000C2873"/>
    <w:rsid w:val="000D2DD2"/>
    <w:rsid w:val="000F0A47"/>
    <w:rsid w:val="000F68A2"/>
    <w:rsid w:val="00104BAC"/>
    <w:rsid w:val="00116586"/>
    <w:rsid w:val="00116F01"/>
    <w:rsid w:val="001209C2"/>
    <w:rsid w:val="0012114F"/>
    <w:rsid w:val="001306A4"/>
    <w:rsid w:val="0013662D"/>
    <w:rsid w:val="00150A55"/>
    <w:rsid w:val="001550D5"/>
    <w:rsid w:val="00163DB7"/>
    <w:rsid w:val="00174EA3"/>
    <w:rsid w:val="001803FF"/>
    <w:rsid w:val="00183B53"/>
    <w:rsid w:val="001B6FDF"/>
    <w:rsid w:val="001D40A5"/>
    <w:rsid w:val="001D4DDB"/>
    <w:rsid w:val="001D630D"/>
    <w:rsid w:val="001E69A4"/>
    <w:rsid w:val="001E7582"/>
    <w:rsid w:val="001F04F5"/>
    <w:rsid w:val="0022373C"/>
    <w:rsid w:val="00223E18"/>
    <w:rsid w:val="00236781"/>
    <w:rsid w:val="00244F8C"/>
    <w:rsid w:val="00252EA7"/>
    <w:rsid w:val="00271422"/>
    <w:rsid w:val="00281168"/>
    <w:rsid w:val="00287917"/>
    <w:rsid w:val="00290165"/>
    <w:rsid w:val="00292BF6"/>
    <w:rsid w:val="00294974"/>
    <w:rsid w:val="00297AE3"/>
    <w:rsid w:val="002A5637"/>
    <w:rsid w:val="002D1C1D"/>
    <w:rsid w:val="002D5120"/>
    <w:rsid w:val="0030693A"/>
    <w:rsid w:val="0033158E"/>
    <w:rsid w:val="0033478F"/>
    <w:rsid w:val="003413E3"/>
    <w:rsid w:val="00341C18"/>
    <w:rsid w:val="00350E78"/>
    <w:rsid w:val="0035628A"/>
    <w:rsid w:val="003625D9"/>
    <w:rsid w:val="00371E59"/>
    <w:rsid w:val="003900D1"/>
    <w:rsid w:val="003C0639"/>
    <w:rsid w:val="003D3394"/>
    <w:rsid w:val="003E0D3D"/>
    <w:rsid w:val="003F7F41"/>
    <w:rsid w:val="004022A6"/>
    <w:rsid w:val="00407EB7"/>
    <w:rsid w:val="004250F5"/>
    <w:rsid w:val="004311D3"/>
    <w:rsid w:val="00431903"/>
    <w:rsid w:val="00440898"/>
    <w:rsid w:val="00447989"/>
    <w:rsid w:val="00451417"/>
    <w:rsid w:val="004525CB"/>
    <w:rsid w:val="0045516E"/>
    <w:rsid w:val="00471419"/>
    <w:rsid w:val="00483936"/>
    <w:rsid w:val="004A3B3F"/>
    <w:rsid w:val="004A6858"/>
    <w:rsid w:val="004B112E"/>
    <w:rsid w:val="004E2769"/>
    <w:rsid w:val="00500686"/>
    <w:rsid w:val="00502DD0"/>
    <w:rsid w:val="0053407B"/>
    <w:rsid w:val="00536A7E"/>
    <w:rsid w:val="00547E66"/>
    <w:rsid w:val="00547EDC"/>
    <w:rsid w:val="00550439"/>
    <w:rsid w:val="00552E93"/>
    <w:rsid w:val="00560645"/>
    <w:rsid w:val="00561E10"/>
    <w:rsid w:val="005837B5"/>
    <w:rsid w:val="00590911"/>
    <w:rsid w:val="00590E94"/>
    <w:rsid w:val="00592325"/>
    <w:rsid w:val="00597688"/>
    <w:rsid w:val="005A6E55"/>
    <w:rsid w:val="005C2BE6"/>
    <w:rsid w:val="00604347"/>
    <w:rsid w:val="006052BD"/>
    <w:rsid w:val="00607B2E"/>
    <w:rsid w:val="006247AB"/>
    <w:rsid w:val="00635A09"/>
    <w:rsid w:val="00636E70"/>
    <w:rsid w:val="00644227"/>
    <w:rsid w:val="00652924"/>
    <w:rsid w:val="00663385"/>
    <w:rsid w:val="00666083"/>
    <w:rsid w:val="00675A56"/>
    <w:rsid w:val="00681416"/>
    <w:rsid w:val="00681A17"/>
    <w:rsid w:val="0069184F"/>
    <w:rsid w:val="00691CE9"/>
    <w:rsid w:val="006B7C80"/>
    <w:rsid w:val="006C0920"/>
    <w:rsid w:val="006C25E6"/>
    <w:rsid w:val="006C2FEA"/>
    <w:rsid w:val="006C6862"/>
    <w:rsid w:val="006D6FDD"/>
    <w:rsid w:val="006F0B1C"/>
    <w:rsid w:val="00702B2A"/>
    <w:rsid w:val="0070424A"/>
    <w:rsid w:val="00711B3D"/>
    <w:rsid w:val="00732C4D"/>
    <w:rsid w:val="00743337"/>
    <w:rsid w:val="00755979"/>
    <w:rsid w:val="00756445"/>
    <w:rsid w:val="007659F2"/>
    <w:rsid w:val="00765B63"/>
    <w:rsid w:val="00765EA9"/>
    <w:rsid w:val="00765FE7"/>
    <w:rsid w:val="0076724A"/>
    <w:rsid w:val="00784450"/>
    <w:rsid w:val="007A0B8F"/>
    <w:rsid w:val="007A25F1"/>
    <w:rsid w:val="007A3380"/>
    <w:rsid w:val="007C3D9F"/>
    <w:rsid w:val="007D551E"/>
    <w:rsid w:val="007E0F08"/>
    <w:rsid w:val="007E16E1"/>
    <w:rsid w:val="007F42E1"/>
    <w:rsid w:val="007F6A16"/>
    <w:rsid w:val="007F7418"/>
    <w:rsid w:val="00802DEA"/>
    <w:rsid w:val="00806409"/>
    <w:rsid w:val="00815B6E"/>
    <w:rsid w:val="008164FE"/>
    <w:rsid w:val="008260D2"/>
    <w:rsid w:val="00851B33"/>
    <w:rsid w:val="0085302B"/>
    <w:rsid w:val="008704B3"/>
    <w:rsid w:val="00872E22"/>
    <w:rsid w:val="0087718F"/>
    <w:rsid w:val="0088198E"/>
    <w:rsid w:val="008848A1"/>
    <w:rsid w:val="008A3C4C"/>
    <w:rsid w:val="008B52EA"/>
    <w:rsid w:val="008B7723"/>
    <w:rsid w:val="008F6A68"/>
    <w:rsid w:val="00903D5D"/>
    <w:rsid w:val="00915A59"/>
    <w:rsid w:val="00923A67"/>
    <w:rsid w:val="0093218A"/>
    <w:rsid w:val="009367E3"/>
    <w:rsid w:val="00943A70"/>
    <w:rsid w:val="0094702B"/>
    <w:rsid w:val="00947DA0"/>
    <w:rsid w:val="009525AC"/>
    <w:rsid w:val="00953A82"/>
    <w:rsid w:val="00953BC7"/>
    <w:rsid w:val="0096655F"/>
    <w:rsid w:val="00971D1E"/>
    <w:rsid w:val="00976ACC"/>
    <w:rsid w:val="009A15E6"/>
    <w:rsid w:val="009A25B2"/>
    <w:rsid w:val="009A3E4A"/>
    <w:rsid w:val="009B5257"/>
    <w:rsid w:val="009C0C98"/>
    <w:rsid w:val="009D5485"/>
    <w:rsid w:val="009E6ACE"/>
    <w:rsid w:val="009F6190"/>
    <w:rsid w:val="00A05FF4"/>
    <w:rsid w:val="00A106BA"/>
    <w:rsid w:val="00A114E8"/>
    <w:rsid w:val="00A13F82"/>
    <w:rsid w:val="00A27B8E"/>
    <w:rsid w:val="00A35C5D"/>
    <w:rsid w:val="00A43E0B"/>
    <w:rsid w:val="00A50BF5"/>
    <w:rsid w:val="00A56EA0"/>
    <w:rsid w:val="00A656F0"/>
    <w:rsid w:val="00A65A3C"/>
    <w:rsid w:val="00A77E1C"/>
    <w:rsid w:val="00A83350"/>
    <w:rsid w:val="00A902B6"/>
    <w:rsid w:val="00A90B4C"/>
    <w:rsid w:val="00A9193C"/>
    <w:rsid w:val="00AA06EB"/>
    <w:rsid w:val="00AD2B34"/>
    <w:rsid w:val="00AE1FD7"/>
    <w:rsid w:val="00AF1DB5"/>
    <w:rsid w:val="00AF47DE"/>
    <w:rsid w:val="00B0331B"/>
    <w:rsid w:val="00B10585"/>
    <w:rsid w:val="00B252CB"/>
    <w:rsid w:val="00B32F36"/>
    <w:rsid w:val="00B3317A"/>
    <w:rsid w:val="00B34A7C"/>
    <w:rsid w:val="00B47AEF"/>
    <w:rsid w:val="00B47CB9"/>
    <w:rsid w:val="00B544F8"/>
    <w:rsid w:val="00B64442"/>
    <w:rsid w:val="00B826F0"/>
    <w:rsid w:val="00B83170"/>
    <w:rsid w:val="00B84CE0"/>
    <w:rsid w:val="00B9638B"/>
    <w:rsid w:val="00B967CD"/>
    <w:rsid w:val="00B97992"/>
    <w:rsid w:val="00BA1A17"/>
    <w:rsid w:val="00BB0223"/>
    <w:rsid w:val="00BD147F"/>
    <w:rsid w:val="00BD2243"/>
    <w:rsid w:val="00BD380D"/>
    <w:rsid w:val="00BF0EB4"/>
    <w:rsid w:val="00C02846"/>
    <w:rsid w:val="00C22FE2"/>
    <w:rsid w:val="00C24B77"/>
    <w:rsid w:val="00C41F61"/>
    <w:rsid w:val="00C55020"/>
    <w:rsid w:val="00C927B4"/>
    <w:rsid w:val="00C934C7"/>
    <w:rsid w:val="00CA3C88"/>
    <w:rsid w:val="00CB19B8"/>
    <w:rsid w:val="00CB1CD2"/>
    <w:rsid w:val="00CE077C"/>
    <w:rsid w:val="00CE1B6F"/>
    <w:rsid w:val="00CE3EBA"/>
    <w:rsid w:val="00CF5DBB"/>
    <w:rsid w:val="00D07E60"/>
    <w:rsid w:val="00D13D1A"/>
    <w:rsid w:val="00D17213"/>
    <w:rsid w:val="00D25F8F"/>
    <w:rsid w:val="00D552AF"/>
    <w:rsid w:val="00D60B87"/>
    <w:rsid w:val="00D74102"/>
    <w:rsid w:val="00D77AED"/>
    <w:rsid w:val="00D86AD4"/>
    <w:rsid w:val="00D94E72"/>
    <w:rsid w:val="00D971D7"/>
    <w:rsid w:val="00DA1130"/>
    <w:rsid w:val="00DA6A6C"/>
    <w:rsid w:val="00DC13F0"/>
    <w:rsid w:val="00DC4BEE"/>
    <w:rsid w:val="00E02988"/>
    <w:rsid w:val="00E0380A"/>
    <w:rsid w:val="00E206F2"/>
    <w:rsid w:val="00E30911"/>
    <w:rsid w:val="00E335B8"/>
    <w:rsid w:val="00E35FE1"/>
    <w:rsid w:val="00E40C2E"/>
    <w:rsid w:val="00E413B6"/>
    <w:rsid w:val="00E424AA"/>
    <w:rsid w:val="00E47AC7"/>
    <w:rsid w:val="00E50E02"/>
    <w:rsid w:val="00E63669"/>
    <w:rsid w:val="00E81CB5"/>
    <w:rsid w:val="00E83A46"/>
    <w:rsid w:val="00E94B11"/>
    <w:rsid w:val="00EA0670"/>
    <w:rsid w:val="00EA57D2"/>
    <w:rsid w:val="00EC4B6D"/>
    <w:rsid w:val="00EC6BE5"/>
    <w:rsid w:val="00ED428A"/>
    <w:rsid w:val="00ED43A3"/>
    <w:rsid w:val="00EF1098"/>
    <w:rsid w:val="00EF305F"/>
    <w:rsid w:val="00EF437C"/>
    <w:rsid w:val="00F10789"/>
    <w:rsid w:val="00F108DC"/>
    <w:rsid w:val="00F22837"/>
    <w:rsid w:val="00F448AA"/>
    <w:rsid w:val="00F458C9"/>
    <w:rsid w:val="00F74161"/>
    <w:rsid w:val="00F76BCC"/>
    <w:rsid w:val="00F87822"/>
    <w:rsid w:val="00F92BAB"/>
    <w:rsid w:val="00F9340C"/>
    <w:rsid w:val="00FB486A"/>
    <w:rsid w:val="00FD51EF"/>
    <w:rsid w:val="00FD5CE3"/>
    <w:rsid w:val="00FE24F7"/>
    <w:rsid w:val="00FE4B1F"/>
    <w:rsid w:val="00FF3FA3"/>
    <w:rsid w:val="00FF4531"/>
    <w:rsid w:val="00F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70FEF74"/>
  <w15:docId w15:val="{95C8C7B2-81EC-42B8-821A-ACE8CDFC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E6AC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6AC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9E6ACE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A1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bad0d50-9cbb-471c-bae7-38b20ec0f1f9}" enabled="1" method="Standard" siteId="{35aa8c5b-ac0a-4b15-9788-ff6dfa22901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Werkgarantie   (Solidarbürgschaft nach Art</vt:lpstr>
    </vt:vector>
  </TitlesOfParts>
  <Company>MPK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Werkgarantie   (Solidarbürgschaft nach Art</dc:title>
  <dc:creator>Venturini Eva</dc:creator>
  <cp:lastModifiedBy>Suhner, Roger - MPK</cp:lastModifiedBy>
  <cp:revision>9</cp:revision>
  <cp:lastPrinted>2022-06-28T09:36:00Z</cp:lastPrinted>
  <dcterms:created xsi:type="dcterms:W3CDTF">2022-06-28T09:34:00Z</dcterms:created>
  <dcterms:modified xsi:type="dcterms:W3CDTF">2023-04-06T14:54:00Z</dcterms:modified>
</cp:coreProperties>
</file>